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4046125-A01A-4616-88DE-76EA8A8C0AB7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